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AE241" w14:textId="2811F3AB" w:rsidR="00821347" w:rsidRPr="00821347" w:rsidRDefault="00821347" w:rsidP="00F131CD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821347">
        <w:rPr>
          <w:rFonts w:eastAsia="Arial" w:cs="Arial"/>
          <w:b w:val="0"/>
          <w:color w:val="262626" w:themeColor="text1" w:themeTint="D9"/>
          <w:sz w:val="20"/>
        </w:rPr>
        <w:t>Приложение №3</w:t>
      </w:r>
    </w:p>
    <w:p w14:paraId="69B9AC8D" w14:textId="3596A916" w:rsidR="006F7EA6" w:rsidRPr="00D91553" w:rsidRDefault="00F131CD" w:rsidP="00F131CD">
      <w:pPr>
        <w:pStyle w:val="affa"/>
        <w:rPr>
          <w:vertAlign w:val="superscript"/>
        </w:rPr>
      </w:pPr>
      <w:r>
        <w:t xml:space="preserve">Поручение </w:t>
      </w:r>
      <w:r w:rsidR="00B612C6">
        <w:t>(требование)</w:t>
      </w:r>
      <w:r w:rsidR="005110CD">
        <w:t xml:space="preserve"> на </w:t>
      </w:r>
      <w:r>
        <w:t>операции с денежными средствами</w:t>
      </w:r>
      <w:r w:rsidR="00B612C6">
        <w:rPr>
          <w:vertAlign w:val="superscript"/>
        </w:rPr>
        <w:t>1</w:t>
      </w:r>
    </w:p>
    <w:p w14:paraId="287EB8CF" w14:textId="77777777" w:rsidR="00F33A8C" w:rsidRDefault="00F33A8C" w:rsidP="00F131CD">
      <w:pPr>
        <w:pStyle w:val="affa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7777777" w:rsidR="00301F04" w:rsidRDefault="00301F04" w:rsidP="00993FA1">
      <w:pPr>
        <w:pStyle w:val="af3"/>
      </w:pPr>
      <w:r>
        <w:t>ФИО / Наименование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145"/>
        <w:gridCol w:w="995"/>
        <w:gridCol w:w="137"/>
        <w:gridCol w:w="146"/>
        <w:gridCol w:w="142"/>
        <w:gridCol w:w="281"/>
        <w:gridCol w:w="286"/>
        <w:gridCol w:w="283"/>
        <w:gridCol w:w="426"/>
        <w:gridCol w:w="850"/>
        <w:gridCol w:w="142"/>
        <w:gridCol w:w="425"/>
        <w:gridCol w:w="425"/>
        <w:gridCol w:w="426"/>
        <w:gridCol w:w="143"/>
        <w:gridCol w:w="426"/>
        <w:gridCol w:w="423"/>
        <w:gridCol w:w="144"/>
        <w:gridCol w:w="2693"/>
      </w:tblGrid>
      <w:tr w:rsidR="005110CD" w:rsidRPr="00FF1F61" w14:paraId="46A00A89" w14:textId="77777777" w:rsidTr="005B77EE">
        <w:trPr>
          <w:trHeight w:val="369"/>
        </w:trPr>
        <w:tc>
          <w:tcPr>
            <w:tcW w:w="1560" w:type="dxa"/>
            <w:gridSpan w:val="3"/>
            <w:shd w:val="clear" w:color="auto" w:fill="auto"/>
            <w:vAlign w:val="bottom"/>
          </w:tcPr>
          <w:p w14:paraId="5F4CB7F2" w14:textId="77777777" w:rsidR="005110CD" w:rsidRPr="00FF1F61" w:rsidRDefault="005110CD" w:rsidP="005B77EE">
            <w:pPr>
              <w:pStyle w:val="06"/>
              <w:spacing w:before="120"/>
            </w:pPr>
            <w:r w:rsidRPr="00FF1F61">
              <w:t>Вид операции:</w:t>
            </w:r>
          </w:p>
        </w:tc>
        <w:tc>
          <w:tcPr>
            <w:tcW w:w="7798" w:type="dxa"/>
            <w:gridSpan w:val="1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99F46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7A18DC5D" w14:textId="77777777" w:rsidTr="005B77EE">
        <w:trPr>
          <w:trHeight w:val="255"/>
        </w:trPr>
        <w:tc>
          <w:tcPr>
            <w:tcW w:w="1560" w:type="dxa"/>
            <w:gridSpan w:val="3"/>
            <w:shd w:val="clear" w:color="auto" w:fill="auto"/>
            <w:vAlign w:val="center"/>
          </w:tcPr>
          <w:p w14:paraId="04C0F5E7" w14:textId="77777777" w:rsidR="005110CD" w:rsidRPr="00FF1F61" w:rsidRDefault="005110CD" w:rsidP="005B77EE">
            <w:pPr>
              <w:pStyle w:val="06"/>
              <w:spacing w:before="120"/>
            </w:pPr>
          </w:p>
        </w:tc>
        <w:tc>
          <w:tcPr>
            <w:tcW w:w="7798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64102" w14:textId="77A15347" w:rsidR="005110CD" w:rsidRPr="00FF1F61" w:rsidRDefault="00F131CD" w:rsidP="005B77EE">
            <w:pPr>
              <w:pStyle w:val="06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списать (вывести) денежные средства с Инвестиционного счета </w:t>
            </w:r>
            <w:r w:rsidR="005110CD" w:rsidRPr="00FF1F61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 xml:space="preserve">перечислить денежные средства с Инвестиционного счета (перевести между местами </w:t>
            </w:r>
            <w:proofErr w:type="gramStart"/>
            <w:r>
              <w:rPr>
                <w:sz w:val="16"/>
                <w:szCs w:val="16"/>
              </w:rPr>
              <w:t xml:space="preserve">хранения) </w:t>
            </w:r>
            <w:r w:rsidR="00FC68E5">
              <w:rPr>
                <w:sz w:val="16"/>
                <w:szCs w:val="16"/>
              </w:rPr>
              <w:t xml:space="preserve"> </w:t>
            </w:r>
            <w:r w:rsidR="005110CD" w:rsidRPr="00FF1F61">
              <w:rPr>
                <w:sz w:val="16"/>
                <w:szCs w:val="16"/>
              </w:rPr>
              <w:t xml:space="preserve"> </w:t>
            </w:r>
            <w:proofErr w:type="gramEnd"/>
          </w:p>
        </w:tc>
      </w:tr>
      <w:tr w:rsidR="005110CD" w:rsidRPr="00FF1F61" w14:paraId="003BFF38" w14:textId="77777777" w:rsidTr="005B77EE">
        <w:trPr>
          <w:trHeight w:val="369"/>
        </w:trPr>
        <w:tc>
          <w:tcPr>
            <w:tcW w:w="1843" w:type="dxa"/>
            <w:gridSpan w:val="5"/>
            <w:shd w:val="clear" w:color="auto" w:fill="auto"/>
            <w:vAlign w:val="bottom"/>
          </w:tcPr>
          <w:tbl>
            <w:tblPr>
              <w:tblW w:w="935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829"/>
              <w:gridCol w:w="993"/>
              <w:gridCol w:w="2693"/>
            </w:tblGrid>
            <w:tr w:rsidR="005E0EB9" w:rsidRPr="00FF1F61" w14:paraId="5DF6D7DA" w14:textId="77777777" w:rsidTr="005B77EE">
              <w:trPr>
                <w:trHeight w:val="369"/>
              </w:trPr>
              <w:tc>
                <w:tcPr>
                  <w:tcW w:w="1843" w:type="dxa"/>
                  <w:shd w:val="clear" w:color="auto" w:fill="auto"/>
                  <w:vAlign w:val="bottom"/>
                </w:tcPr>
                <w:p w14:paraId="750C52BF" w14:textId="623EC203" w:rsidR="005E0EB9" w:rsidRPr="00FF1F61" w:rsidRDefault="005E0EB9" w:rsidP="005E0EB9">
                  <w:pPr>
                    <w:pStyle w:val="06"/>
                    <w:spacing w:before="120"/>
                  </w:pPr>
                </w:p>
              </w:tc>
              <w:tc>
                <w:tcPr>
                  <w:tcW w:w="382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74CF6D7B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</w:p>
              </w:tc>
              <w:tc>
                <w:tcPr>
                  <w:tcW w:w="993" w:type="dxa"/>
                  <w:shd w:val="clear" w:color="auto" w:fill="auto"/>
                  <w:vAlign w:val="bottom"/>
                </w:tcPr>
                <w:p w14:paraId="54A810E0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  <w:r w:rsidRPr="00FF1F61">
                    <w:t>Валюта: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4E9C51B1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</w:p>
              </w:tc>
            </w:tr>
          </w:tbl>
          <w:p w14:paraId="76DF7159" w14:textId="77777777" w:rsidR="005E0EB9" w:rsidRDefault="005E0EB9" w:rsidP="005B77EE">
            <w:pPr>
              <w:pStyle w:val="06"/>
              <w:spacing w:before="120"/>
            </w:pPr>
          </w:p>
          <w:p w14:paraId="26CAD8B1" w14:textId="04A2DC05" w:rsidR="005110CD" w:rsidRPr="00FF1F61" w:rsidRDefault="005110CD" w:rsidP="005B77EE">
            <w:pPr>
              <w:pStyle w:val="06"/>
              <w:spacing w:before="120"/>
            </w:pPr>
            <w:r w:rsidRPr="00FF1F61">
              <w:t>Сумма (цифрами):</w:t>
            </w:r>
          </w:p>
        </w:tc>
        <w:tc>
          <w:tcPr>
            <w:tcW w:w="3829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7D059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  <w:tc>
          <w:tcPr>
            <w:tcW w:w="993" w:type="dxa"/>
            <w:gridSpan w:val="3"/>
            <w:shd w:val="clear" w:color="auto" w:fill="auto"/>
            <w:vAlign w:val="bottom"/>
          </w:tcPr>
          <w:p w14:paraId="2E30BC34" w14:textId="77777777" w:rsidR="005110CD" w:rsidRPr="00FF1F61" w:rsidRDefault="005110CD" w:rsidP="005B77EE">
            <w:pPr>
              <w:pStyle w:val="06"/>
              <w:spacing w:before="120"/>
              <w:ind w:left="0"/>
            </w:pPr>
            <w:r w:rsidRPr="00FF1F61">
              <w:t>Валюта: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0D083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3A5A6211" w14:textId="77777777" w:rsidTr="005B77EE">
        <w:trPr>
          <w:trHeight w:val="369"/>
        </w:trPr>
        <w:tc>
          <w:tcPr>
            <w:tcW w:w="1985" w:type="dxa"/>
            <w:gridSpan w:val="6"/>
            <w:shd w:val="clear" w:color="auto" w:fill="auto"/>
            <w:vAlign w:val="bottom"/>
          </w:tcPr>
          <w:p w14:paraId="18BAC1B7" w14:textId="77777777" w:rsidR="005110CD" w:rsidRPr="00FF1F61" w:rsidRDefault="005110CD" w:rsidP="005B77EE">
            <w:pPr>
              <w:pStyle w:val="06"/>
              <w:spacing w:before="120"/>
            </w:pPr>
            <w:r w:rsidRPr="00FF1F61">
              <w:t>Сумма (прописью):</w:t>
            </w:r>
          </w:p>
        </w:tc>
        <w:tc>
          <w:tcPr>
            <w:tcW w:w="7373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A65010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28E3DA2B" w14:textId="77777777" w:rsidTr="005B77EE">
        <w:trPr>
          <w:trHeight w:val="369"/>
        </w:trPr>
        <w:tc>
          <w:tcPr>
            <w:tcW w:w="4111" w:type="dxa"/>
            <w:gridSpan w:val="11"/>
            <w:shd w:val="clear" w:color="auto" w:fill="auto"/>
            <w:vAlign w:val="bottom"/>
          </w:tcPr>
          <w:tbl>
            <w:tblPr>
              <w:tblW w:w="935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7373"/>
            </w:tblGrid>
            <w:tr w:rsidR="005E0EB9" w:rsidRPr="00FF1F61" w14:paraId="1A9F4F8D" w14:textId="77777777" w:rsidTr="005B77EE">
              <w:trPr>
                <w:trHeight w:val="369"/>
              </w:trPr>
              <w:tc>
                <w:tcPr>
                  <w:tcW w:w="1985" w:type="dxa"/>
                  <w:shd w:val="clear" w:color="auto" w:fill="auto"/>
                  <w:vAlign w:val="bottom"/>
                </w:tcPr>
                <w:p w14:paraId="1C8A8ECE" w14:textId="4506CAF3" w:rsidR="005E0EB9" w:rsidRPr="00FF1F61" w:rsidRDefault="005E0EB9" w:rsidP="005E0EB9">
                  <w:pPr>
                    <w:pStyle w:val="06"/>
                    <w:spacing w:before="120"/>
                  </w:pPr>
                  <w:r>
                    <w:t>В сумме свободного остатка цифрами</w:t>
                  </w:r>
                  <w:r w:rsidR="001F64EC">
                    <w:t>/пропись</w:t>
                  </w:r>
                  <w:r w:rsidRPr="00FF1F61">
                    <w:t>:</w:t>
                  </w:r>
                </w:p>
              </w:tc>
              <w:tc>
                <w:tcPr>
                  <w:tcW w:w="7373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0A953F05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</w:p>
              </w:tc>
            </w:tr>
          </w:tbl>
          <w:p w14:paraId="3870F394" w14:textId="1FBBB9F3" w:rsidR="005110CD" w:rsidRPr="00FF1F61" w:rsidRDefault="005E0EB9" w:rsidP="001F64EC">
            <w:pPr>
              <w:pStyle w:val="06"/>
              <w:spacing w:before="120"/>
            </w:pPr>
            <w:r>
              <w:t xml:space="preserve">    </w:t>
            </w:r>
            <w:r w:rsidR="007339F1">
              <w:t xml:space="preserve">№ Инвестиционный </w:t>
            </w:r>
            <w:r w:rsidR="005110CD" w:rsidRPr="00FF1F61">
              <w:t>счет</w:t>
            </w:r>
            <w:r w:rsidR="007339F1">
              <w:t>а</w:t>
            </w:r>
            <w:r w:rsidR="005110CD" w:rsidRPr="00FF1F61">
              <w:t>, Место списания</w:t>
            </w:r>
            <w:r w:rsidR="001F64EC">
              <w:t xml:space="preserve"> (ФР ПАО Московская Биржа, Валютный рынок, другое</w:t>
            </w:r>
            <w:proofErr w:type="gramStart"/>
            <w:r w:rsidR="001F64EC">
              <w:t xml:space="preserve">) </w:t>
            </w:r>
            <w:r w:rsidR="005110CD" w:rsidRPr="00FF1F61">
              <w:t>:</w:t>
            </w:r>
            <w:proofErr w:type="gramEnd"/>
          </w:p>
        </w:tc>
        <w:tc>
          <w:tcPr>
            <w:tcW w:w="524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D4097" w14:textId="49ADE1A4" w:rsidR="005110CD" w:rsidRPr="00FF1F61" w:rsidRDefault="005E0EB9" w:rsidP="005B77EE">
            <w:pPr>
              <w:pStyle w:val="06"/>
              <w:spacing w:before="120"/>
              <w:ind w:left="0"/>
            </w:pPr>
            <w:r>
              <w:t xml:space="preserve"> </w:t>
            </w:r>
          </w:p>
        </w:tc>
      </w:tr>
      <w:tr w:rsidR="005110CD" w:rsidRPr="00FF1F61" w14:paraId="2E64863D" w14:textId="77777777" w:rsidTr="005B77EE">
        <w:trPr>
          <w:trHeight w:val="369"/>
        </w:trPr>
        <w:tc>
          <w:tcPr>
            <w:tcW w:w="4253" w:type="dxa"/>
            <w:gridSpan w:val="12"/>
            <w:shd w:val="clear" w:color="auto" w:fill="auto"/>
            <w:vAlign w:val="bottom"/>
          </w:tcPr>
          <w:p w14:paraId="48355A05" w14:textId="54394EE1" w:rsidR="005110CD" w:rsidRPr="00FF1F61" w:rsidRDefault="007339F1" w:rsidP="005B77EE">
            <w:pPr>
              <w:pStyle w:val="06"/>
              <w:spacing w:before="120"/>
            </w:pPr>
            <w:r>
              <w:t>№ Инвестиционного счета</w:t>
            </w:r>
            <w:r w:rsidR="005110CD" w:rsidRPr="00FF1F61">
              <w:t xml:space="preserve">/ Место </w:t>
            </w:r>
            <w:proofErr w:type="gramStart"/>
            <w:r w:rsidR="005110CD" w:rsidRPr="00FF1F61">
              <w:t>зачисления</w:t>
            </w:r>
            <w:r w:rsidR="001F64EC">
              <w:t>(</w:t>
            </w:r>
            <w:proofErr w:type="gramEnd"/>
            <w:r w:rsidR="001F64EC">
              <w:t xml:space="preserve">ФР ПАО Московская Биржа, Валютный рынок, другое)  </w:t>
            </w:r>
            <w:r w:rsidR="005110CD" w:rsidRPr="00FF1F61">
              <w:t>:</w:t>
            </w:r>
          </w:p>
        </w:tc>
        <w:tc>
          <w:tcPr>
            <w:tcW w:w="5105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B46B6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7BF31FB5" w14:textId="77777777" w:rsidTr="005B77EE">
        <w:trPr>
          <w:trHeight w:val="369"/>
        </w:trPr>
        <w:tc>
          <w:tcPr>
            <w:tcW w:w="2835" w:type="dxa"/>
            <w:gridSpan w:val="9"/>
            <w:shd w:val="clear" w:color="auto" w:fill="auto"/>
            <w:vAlign w:val="center"/>
          </w:tcPr>
          <w:p w14:paraId="617EAEFF" w14:textId="4B8C7AB6" w:rsidR="005110CD" w:rsidRPr="00FF1F61" w:rsidRDefault="005110CD" w:rsidP="005B77EE">
            <w:pPr>
              <w:pStyle w:val="06"/>
              <w:spacing w:before="120"/>
            </w:pPr>
            <w:r w:rsidRPr="00FF1F61">
              <w:t>Налоговый статус в России</w:t>
            </w:r>
            <w:r w:rsidR="00B612C6">
              <w:rPr>
                <w:rStyle w:val="afd"/>
              </w:rPr>
              <w:t xml:space="preserve"> </w:t>
            </w:r>
            <w:r w:rsidR="00B612C6" w:rsidRPr="00B612C6">
              <w:rPr>
                <w:vertAlign w:val="superscript"/>
              </w:rPr>
              <w:t>3</w:t>
            </w:r>
            <w:r w:rsidRPr="00FF1F61">
              <w:t>:</w:t>
            </w:r>
          </w:p>
        </w:tc>
        <w:tc>
          <w:tcPr>
            <w:tcW w:w="3263" w:type="dxa"/>
            <w:gridSpan w:val="8"/>
            <w:shd w:val="clear" w:color="auto" w:fill="auto"/>
            <w:vAlign w:val="center"/>
          </w:tcPr>
          <w:p w14:paraId="540C487F" w14:textId="77777777" w:rsidR="005110CD" w:rsidRPr="00FF1F61" w:rsidRDefault="005110CD" w:rsidP="005B77EE">
            <w:pPr>
              <w:pStyle w:val="06"/>
              <w:spacing w:before="120"/>
              <w:ind w:left="0"/>
              <w:jc w:val="center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Pr="00FF1F61">
              <w:fldChar w:fldCharType="separate"/>
            </w:r>
            <w:r w:rsidRPr="00FF1F61">
              <w:fldChar w:fldCharType="end"/>
            </w:r>
            <w:r w:rsidRPr="00FF1F61">
              <w:t> резидент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7646247F" w14:textId="77777777" w:rsidR="005110CD" w:rsidRPr="00FF1F61" w:rsidRDefault="005110CD" w:rsidP="005B77EE">
            <w:pPr>
              <w:pStyle w:val="06"/>
              <w:spacing w:before="120"/>
              <w:ind w:left="0"/>
              <w:jc w:val="center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Pr="00FF1F61">
              <w:fldChar w:fldCharType="separate"/>
            </w:r>
            <w:r w:rsidRPr="00FF1F61">
              <w:fldChar w:fldCharType="end"/>
            </w:r>
            <w:r w:rsidRPr="00FF1F61">
              <w:t> нерезидент</w:t>
            </w:r>
          </w:p>
        </w:tc>
      </w:tr>
      <w:tr w:rsidR="005110CD" w:rsidRPr="00FF1F61" w14:paraId="1921B839" w14:textId="77777777" w:rsidTr="005B77EE">
        <w:trPr>
          <w:trHeight w:val="369"/>
        </w:trPr>
        <w:tc>
          <w:tcPr>
            <w:tcW w:w="2835" w:type="dxa"/>
            <w:gridSpan w:val="9"/>
            <w:shd w:val="clear" w:color="auto" w:fill="auto"/>
            <w:vAlign w:val="center"/>
          </w:tcPr>
          <w:p w14:paraId="39146175" w14:textId="0E41E020" w:rsidR="005110CD" w:rsidRPr="00FF1F61" w:rsidRDefault="005110CD" w:rsidP="005B77EE">
            <w:pPr>
              <w:pStyle w:val="06"/>
              <w:spacing w:before="0"/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5DEBA556" w14:textId="28F9B282" w:rsidR="005110CD" w:rsidRPr="00FF1F61" w:rsidRDefault="005110CD" w:rsidP="005B77EE">
            <w:pPr>
              <w:pStyle w:val="06"/>
              <w:spacing w:before="0"/>
              <w:ind w:left="0"/>
            </w:pP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14:paraId="3432BA4C" w14:textId="6833DEDD" w:rsidR="005110CD" w:rsidRPr="0006199F" w:rsidRDefault="005110CD" w:rsidP="005B77EE">
            <w:pPr>
              <w:pStyle w:val="06"/>
              <w:spacing w:before="120"/>
              <w:rPr>
                <w:sz w:val="16"/>
                <w:szCs w:val="16"/>
              </w:rPr>
            </w:pPr>
          </w:p>
        </w:tc>
      </w:tr>
      <w:tr w:rsidR="005110CD" w:rsidRPr="00FF1F61" w14:paraId="04111B11" w14:textId="77777777" w:rsidTr="005B77EE">
        <w:tc>
          <w:tcPr>
            <w:tcW w:w="9358" w:type="dxa"/>
            <w:gridSpan w:val="20"/>
            <w:shd w:val="clear" w:color="auto" w:fill="auto"/>
          </w:tcPr>
          <w:p w14:paraId="3DA5288A" w14:textId="77777777" w:rsidR="005110CD" w:rsidRPr="00FF1F61" w:rsidRDefault="005110CD" w:rsidP="005B77EE">
            <w:pPr>
              <w:pStyle w:val="ID"/>
              <w:rPr>
                <w:lang w:val="ru-RU"/>
              </w:rPr>
            </w:pPr>
          </w:p>
        </w:tc>
      </w:tr>
      <w:tr w:rsidR="005110CD" w:rsidRPr="00FF1F61" w14:paraId="28812433" w14:textId="77777777" w:rsidTr="005B77EE">
        <w:trPr>
          <w:trHeight w:val="283"/>
        </w:trPr>
        <w:tc>
          <w:tcPr>
            <w:tcW w:w="9358" w:type="dxa"/>
            <w:gridSpan w:val="20"/>
            <w:shd w:val="clear" w:color="auto" w:fill="auto"/>
            <w:vAlign w:val="bottom"/>
          </w:tcPr>
          <w:p w14:paraId="1F4801FE" w14:textId="77777777" w:rsidR="005110CD" w:rsidRPr="00FF1F61" w:rsidRDefault="005110CD" w:rsidP="005B77EE">
            <w:pPr>
              <w:pStyle w:val="01"/>
              <w:spacing w:before="284"/>
              <w:ind w:left="-85"/>
            </w:pPr>
            <w:r w:rsidRPr="00FF1F61">
              <w:t>Прошу осуществить вывод по следующим реквизитам:</w:t>
            </w:r>
          </w:p>
        </w:tc>
      </w:tr>
      <w:tr w:rsidR="005110CD" w:rsidRPr="00FF1F61" w14:paraId="1E187C32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7D567178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784C0A97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t>Получатель:</w:t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3F48C1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4ED6DE5E" w14:textId="5E390F8D" w:rsidR="005110CD" w:rsidRPr="00FF1F61" w:rsidRDefault="005110CD" w:rsidP="005B77EE">
            <w:pPr>
              <w:pStyle w:val="06"/>
              <w:spacing w:before="40"/>
              <w:jc w:val="right"/>
            </w:pPr>
            <w:r w:rsidRPr="00FF1F61">
              <w:rPr>
                <w:szCs w:val="20"/>
              </w:rPr>
              <w:t>Р/С</w:t>
            </w:r>
            <w:r w:rsidRPr="00FF1F61">
              <w:t xml:space="preserve"> (</w:t>
            </w:r>
            <w:r w:rsidRPr="00FF1F61">
              <w:rPr>
                <w:szCs w:val="20"/>
              </w:rPr>
              <w:t>Л/С</w:t>
            </w:r>
            <w:r w:rsidRPr="00FF1F61">
              <w:t>):</w:t>
            </w:r>
          </w:p>
        </w:tc>
        <w:tc>
          <w:tcPr>
            <w:tcW w:w="2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1D9637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FC68E5" w:rsidRPr="00FF1F61" w14:paraId="3E93287E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65C5F9A7" w14:textId="77777777" w:rsidR="00FC68E5" w:rsidRPr="00FF1F61" w:rsidRDefault="00FC68E5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74FC8843" w14:textId="39014923" w:rsidR="00143808" w:rsidRPr="001F64EC" w:rsidRDefault="001F64EC" w:rsidP="005B77EE">
            <w:pPr>
              <w:pStyle w:val="06"/>
              <w:spacing w:before="40"/>
            </w:pPr>
            <w:r>
              <w:t>Номер карты</w:t>
            </w:r>
          </w:p>
          <w:p w14:paraId="77076B02" w14:textId="727B085B" w:rsidR="00FC68E5" w:rsidRPr="00FC68E5" w:rsidRDefault="00FC68E5" w:rsidP="005B77EE">
            <w:pPr>
              <w:pStyle w:val="06"/>
              <w:spacing w:before="40"/>
              <w:rPr>
                <w:lang w:val="en-US"/>
              </w:rPr>
            </w:pPr>
            <w:r>
              <w:t>ИНН</w:t>
            </w:r>
            <w:r>
              <w:rPr>
                <w:lang w:val="en-US"/>
              </w:rPr>
              <w:t>:</w:t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128C7" w14:textId="77777777" w:rsidR="00FC68E5" w:rsidRPr="00FF1F61" w:rsidRDefault="00FC68E5" w:rsidP="005B77EE">
            <w:pPr>
              <w:pStyle w:val="06"/>
              <w:spacing w:before="4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2BA660A4" w14:textId="77777777" w:rsidR="00FC68E5" w:rsidRPr="00FC68E5" w:rsidRDefault="00FC68E5" w:rsidP="005B77EE">
            <w:pPr>
              <w:pStyle w:val="06"/>
              <w:spacing w:before="40"/>
              <w:jc w:val="right"/>
              <w:rPr>
                <w:szCs w:val="20"/>
              </w:rPr>
            </w:pPr>
          </w:p>
        </w:tc>
        <w:tc>
          <w:tcPr>
            <w:tcW w:w="2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D64148" w14:textId="77777777" w:rsidR="00FC68E5" w:rsidRPr="00FF1F61" w:rsidRDefault="00FC68E5" w:rsidP="005B77EE">
            <w:pPr>
              <w:pStyle w:val="06"/>
              <w:spacing w:before="40"/>
            </w:pPr>
          </w:p>
        </w:tc>
      </w:tr>
      <w:tr w:rsidR="005110CD" w:rsidRPr="00FF1F61" w14:paraId="0F0E64F3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2C615731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2D5AC227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t>Банк:</w:t>
            </w:r>
          </w:p>
        </w:tc>
        <w:tc>
          <w:tcPr>
            <w:tcW w:w="7661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D7135C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E73AE1" w:rsidRPr="00FF1F61" w14:paraId="04919E67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5D79F1C7" w14:textId="77777777" w:rsidR="00E73AE1" w:rsidRPr="00FF1F61" w:rsidRDefault="00E73AE1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2A3D5768" w14:textId="51E833F1" w:rsidR="00E73AE1" w:rsidRPr="00FF1F61" w:rsidRDefault="00E73AE1" w:rsidP="005B77EE">
            <w:pPr>
              <w:pStyle w:val="06"/>
              <w:spacing w:before="40"/>
            </w:pPr>
            <w:r>
              <w:t xml:space="preserve">Адрес Банка получателя </w:t>
            </w:r>
            <w:r w:rsidRPr="00E73AE1">
              <w:rPr>
                <w:vertAlign w:val="superscript"/>
              </w:rPr>
              <w:t xml:space="preserve">2 </w:t>
            </w:r>
          </w:p>
        </w:tc>
        <w:tc>
          <w:tcPr>
            <w:tcW w:w="7661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EEAC7" w14:textId="77777777" w:rsidR="00E73AE1" w:rsidRPr="00FF1F61" w:rsidRDefault="00E73AE1" w:rsidP="005B77EE">
            <w:pPr>
              <w:pStyle w:val="06"/>
              <w:spacing w:before="40"/>
            </w:pPr>
          </w:p>
        </w:tc>
      </w:tr>
      <w:tr w:rsidR="005110CD" w:rsidRPr="00FF1F61" w14:paraId="3F062BDF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36437E6B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565594EE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t>К/С:</w:t>
            </w:r>
          </w:p>
        </w:tc>
        <w:tc>
          <w:tcPr>
            <w:tcW w:w="38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3F41EF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11D12EA4" w14:textId="77777777" w:rsidR="005110CD" w:rsidRPr="00FF1F61" w:rsidRDefault="005110CD" w:rsidP="005B77EE">
            <w:pPr>
              <w:pStyle w:val="06"/>
              <w:spacing w:before="40"/>
              <w:jc w:val="center"/>
            </w:pPr>
            <w:r w:rsidRPr="00FF1F61">
              <w:t>БИК:</w:t>
            </w:r>
          </w:p>
        </w:tc>
        <w:tc>
          <w:tcPr>
            <w:tcW w:w="2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F701A0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5110CD" w:rsidRPr="00FF1F61" w14:paraId="11BF5435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6ACDCE32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2132" w:type="dxa"/>
            <w:gridSpan w:val="7"/>
            <w:shd w:val="clear" w:color="auto" w:fill="auto"/>
            <w:vAlign w:val="bottom"/>
          </w:tcPr>
          <w:p w14:paraId="746C393D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rPr>
                <w:szCs w:val="20"/>
              </w:rPr>
              <w:t>Назначение платежа:</w:t>
            </w:r>
          </w:p>
        </w:tc>
        <w:tc>
          <w:tcPr>
            <w:tcW w:w="6806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CDAB5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5110CD" w:rsidRPr="00FF1F61" w14:paraId="12C557FE" w14:textId="77777777" w:rsidTr="005B77EE">
        <w:trPr>
          <w:trHeight w:val="166"/>
        </w:trPr>
        <w:tc>
          <w:tcPr>
            <w:tcW w:w="420" w:type="dxa"/>
            <w:shd w:val="clear" w:color="auto" w:fill="auto"/>
            <w:vAlign w:val="bottom"/>
          </w:tcPr>
          <w:p w14:paraId="740E31DE" w14:textId="77777777" w:rsidR="005110CD" w:rsidRPr="00FF1F61" w:rsidRDefault="005110CD" w:rsidP="005B77EE">
            <w:pPr>
              <w:pStyle w:val="10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2" w:type="dxa"/>
            <w:gridSpan w:val="7"/>
            <w:shd w:val="clear" w:color="auto" w:fill="auto"/>
            <w:vAlign w:val="bottom"/>
          </w:tcPr>
          <w:p w14:paraId="5F9C0FD3" w14:textId="77777777" w:rsidR="005110CD" w:rsidRPr="00FF1F61" w:rsidRDefault="005110CD" w:rsidP="005B77EE">
            <w:pPr>
              <w:pStyle w:val="10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06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01180D5D" w14:textId="77777777" w:rsidR="005110CD" w:rsidRPr="00FF1F61" w:rsidRDefault="005110CD" w:rsidP="005B77EE">
            <w:pPr>
              <w:pStyle w:val="100"/>
              <w:jc w:val="center"/>
              <w:rPr>
                <w:b/>
                <w:sz w:val="16"/>
                <w:szCs w:val="16"/>
              </w:rPr>
            </w:pPr>
            <w:r w:rsidRPr="00FF1F61">
              <w:rPr>
                <w:b/>
                <w:sz w:val="16"/>
                <w:szCs w:val="16"/>
              </w:rPr>
              <w:t>Внимание! Назначение платежа указывается обязательно</w:t>
            </w:r>
          </w:p>
        </w:tc>
      </w:tr>
      <w:tr w:rsidR="005110CD" w:rsidRPr="00FF1F61" w14:paraId="5910C176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37CD6F63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8938" w:type="dxa"/>
            <w:gridSpan w:val="19"/>
            <w:shd w:val="clear" w:color="auto" w:fill="auto"/>
            <w:vAlign w:val="bottom"/>
          </w:tcPr>
          <w:p w14:paraId="5F36EC36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Pr="00FF1F61">
              <w:fldChar w:fldCharType="separate"/>
            </w:r>
            <w:r w:rsidRPr="00FF1F61">
              <w:fldChar w:fldCharType="end"/>
            </w:r>
            <w:r w:rsidRPr="00FF1F61">
              <w:t>  Подтверждаю, что указанный счет принадлежит мне. Прошу дополнить мои анкетные данные вышеуказанными реквизитами</w:t>
            </w:r>
          </w:p>
        </w:tc>
      </w:tr>
      <w:tr w:rsidR="005110CD" w:rsidRPr="00FF1F61" w14:paraId="6B3BB140" w14:textId="77777777" w:rsidTr="005B77EE">
        <w:trPr>
          <w:trHeight w:val="289"/>
        </w:trPr>
        <w:tc>
          <w:tcPr>
            <w:tcW w:w="565" w:type="dxa"/>
            <w:gridSpan w:val="2"/>
            <w:shd w:val="clear" w:color="auto" w:fill="auto"/>
            <w:vAlign w:val="bottom"/>
          </w:tcPr>
          <w:p w14:paraId="32BCC674" w14:textId="77777777" w:rsidR="00515FF0" w:rsidRDefault="00515FF0" w:rsidP="005B77EE">
            <w:pPr>
              <w:pStyle w:val="06"/>
            </w:pPr>
          </w:p>
          <w:p w14:paraId="72DAB0A5" w14:textId="369FFD14" w:rsidR="005110CD" w:rsidRPr="00FF1F61" w:rsidRDefault="00000000" w:rsidP="005B77EE">
            <w:pPr>
              <w:pStyle w:val="06"/>
            </w:pPr>
            <w:r>
              <w:lastRenderedPageBreak/>
              <w:object w:dxaOrig="1440" w:dyaOrig="1440" w14:anchorId="4C8B47EF">
                <v:shape id="_x0000_s2051" type="#_x0000_t75" style="position:absolute;left:0;text-align:left;margin-left:.4pt;margin-top:785.3pt;width:491.05pt;height:51.05pt;z-index:251658240;mso-position-horizontal-relative:page;mso-position-vertical-relative:page" o:allowincell="f">
                  <v:imagedata r:id="rId8" o:title=""/>
                  <w10:wrap anchorx="page" anchory="page"/>
                  <w10:anchorlock/>
                </v:shape>
                <o:OLEObject Type="Embed" ProgID="PBrush" ShapeID="_x0000_s2051" DrawAspect="Content" ObjectID="_1790690123" r:id="rId9"/>
              </w:object>
            </w:r>
            <w:r w:rsidR="005110CD" w:rsidRPr="00FF1F61">
              <w:t>Дата: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78F8B" w14:textId="77777777" w:rsidR="005110CD" w:rsidRPr="00FF1F61" w:rsidRDefault="005110CD" w:rsidP="005B77EE">
            <w:pPr>
              <w:pStyle w:val="06"/>
            </w:pPr>
          </w:p>
        </w:tc>
        <w:tc>
          <w:tcPr>
            <w:tcW w:w="995" w:type="dxa"/>
            <w:gridSpan w:val="3"/>
            <w:shd w:val="clear" w:color="auto" w:fill="auto"/>
            <w:vAlign w:val="bottom"/>
          </w:tcPr>
          <w:p w14:paraId="7F0AAD05" w14:textId="77777777" w:rsidR="005110CD" w:rsidRPr="00FF1F61" w:rsidRDefault="005110CD" w:rsidP="005B77EE">
            <w:pPr>
              <w:pStyle w:val="06"/>
              <w:jc w:val="right"/>
            </w:pPr>
            <w:r w:rsidRPr="00FF1F61">
              <w:t>Подпись: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C9DBD" w14:textId="47CACB06" w:rsidR="005110CD" w:rsidRPr="00FF1F61" w:rsidRDefault="005110CD" w:rsidP="005B77EE">
            <w:pPr>
              <w:pStyle w:val="06"/>
              <w:spacing w:before="0" w:after="60"/>
            </w:pPr>
          </w:p>
        </w:tc>
        <w:tc>
          <w:tcPr>
            <w:tcW w:w="569" w:type="dxa"/>
            <w:gridSpan w:val="2"/>
            <w:shd w:val="clear" w:color="auto" w:fill="auto"/>
            <w:vAlign w:val="bottom"/>
          </w:tcPr>
          <w:p w14:paraId="2E5C3E7E" w14:textId="77777777" w:rsidR="005110CD" w:rsidRPr="00FF1F61" w:rsidRDefault="005110CD" w:rsidP="005B77EE">
            <w:pPr>
              <w:pStyle w:val="06"/>
              <w:jc w:val="right"/>
            </w:pPr>
            <w:r w:rsidRPr="00FF1F61">
              <w:t>ФИО: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D631A8" w14:textId="77777777" w:rsidR="005110CD" w:rsidRPr="00FF1F61" w:rsidRDefault="005110CD" w:rsidP="005B77EE">
            <w:pPr>
              <w:pStyle w:val="06"/>
              <w:spacing w:before="0" w:after="60"/>
            </w:pPr>
          </w:p>
        </w:tc>
      </w:tr>
    </w:tbl>
    <w:p w14:paraId="46CE46B2" w14:textId="77777777" w:rsidR="00143808" w:rsidRDefault="00143808" w:rsidP="00515FF0">
      <w:pPr>
        <w:pStyle w:val="af1"/>
      </w:pPr>
    </w:p>
    <w:p w14:paraId="65691BD8" w14:textId="67D739B8" w:rsidR="00515FF0" w:rsidRDefault="00515FF0" w:rsidP="00515FF0">
      <w:pPr>
        <w:pStyle w:val="af1"/>
      </w:pPr>
      <w:r>
        <w:t>Служебные отметки</w:t>
      </w:r>
    </w:p>
    <w:tbl>
      <w:tblPr>
        <w:tblStyle w:val="14"/>
        <w:tblW w:w="9930" w:type="dxa"/>
        <w:tblLayout w:type="fixed"/>
        <w:tblLook w:val="04A0" w:firstRow="1" w:lastRow="0" w:firstColumn="1" w:lastColumn="0" w:noHBand="0" w:noVBand="1"/>
      </w:tblPr>
      <w:tblGrid>
        <w:gridCol w:w="2392"/>
        <w:gridCol w:w="3119"/>
        <w:gridCol w:w="4419"/>
      </w:tblGrid>
      <w:tr w:rsidR="00515FF0" w14:paraId="06CF626F" w14:textId="77777777" w:rsidTr="00B61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13EE327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Дата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412420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Время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B7B5DEF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Сотрудник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принявший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уведомление</w:t>
            </w:r>
            <w:proofErr w:type="spellEnd"/>
          </w:p>
        </w:tc>
      </w:tr>
      <w:tr w:rsidR="00515FF0" w14:paraId="6CF9A39E" w14:textId="77777777" w:rsidTr="00B612C6">
        <w:trPr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5CFFF02C" w14:textId="0EFBFA64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«___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>» __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 202_</w:t>
            </w:r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ADBC7F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__:__:__</w:t>
            </w:r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253F48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_______________________________</w:t>
            </w:r>
          </w:p>
        </w:tc>
      </w:tr>
    </w:tbl>
    <w:p w14:paraId="4006C4E8" w14:textId="77777777" w:rsidR="00515FF0" w:rsidRDefault="00515FF0" w:rsidP="00515FF0">
      <w:pPr>
        <w:pStyle w:val="20"/>
        <w:numPr>
          <w:ilvl w:val="0"/>
          <w:numId w:val="0"/>
        </w:numPr>
        <w:tabs>
          <w:tab w:val="clear" w:pos="221"/>
          <w:tab w:val="left" w:pos="528"/>
        </w:tabs>
        <w:rPr>
          <w:lang w:val="ru-RU"/>
        </w:rPr>
      </w:pPr>
    </w:p>
    <w:sectPr w:rsidR="00515FF0" w:rsidSect="008258A0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FB956" w14:textId="77777777" w:rsidR="0013056E" w:rsidRDefault="0013056E">
      <w:r>
        <w:separator/>
      </w:r>
    </w:p>
  </w:endnote>
  <w:endnote w:type="continuationSeparator" w:id="0">
    <w:p w14:paraId="410E22A7" w14:textId="77777777" w:rsidR="0013056E" w:rsidRDefault="0013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1634" w14:textId="5309ADC5" w:rsidR="00E73AE1" w:rsidRDefault="00E73AE1">
    <w:pPr>
      <w:pStyle w:val="ac"/>
      <w:rPr>
        <w:rFonts w:ascii="Arial" w:hAnsi="Arial" w:cs="Arial"/>
        <w:sz w:val="16"/>
        <w:szCs w:val="16"/>
      </w:rPr>
    </w:pPr>
    <w:r w:rsidRPr="00D91553">
      <w:rPr>
        <w:rFonts w:ascii="Arial" w:hAnsi="Arial" w:cs="Arial"/>
        <w:sz w:val="16"/>
        <w:szCs w:val="16"/>
      </w:rPr>
      <w:t xml:space="preserve">   </w:t>
    </w:r>
  </w:p>
  <w:p w14:paraId="171DD314" w14:textId="6A27D684" w:rsidR="00D91553" w:rsidRDefault="00D91553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</w:t>
    </w:r>
    <w:r w:rsidR="00B612C6">
      <w:rPr>
        <w:rFonts w:ascii="Arial" w:hAnsi="Arial" w:cs="Arial"/>
        <w:sz w:val="16"/>
        <w:szCs w:val="16"/>
      </w:rPr>
      <w:t xml:space="preserve"> 1.</w:t>
    </w:r>
    <w:r w:rsidRPr="00D91553">
      <w:rPr>
        <w:rFonts w:ascii="Arial" w:hAnsi="Arial" w:cs="Arial"/>
        <w:sz w:val="16"/>
        <w:szCs w:val="16"/>
      </w:rPr>
      <w:t>Поручение должно быть заполнено разборчиво</w:t>
    </w:r>
    <w:r>
      <w:rPr>
        <w:rFonts w:ascii="Arial" w:hAnsi="Arial" w:cs="Arial"/>
        <w:sz w:val="16"/>
        <w:szCs w:val="16"/>
      </w:rPr>
      <w:t xml:space="preserve">, не допускаются </w:t>
    </w:r>
    <w:r w:rsidRPr="00D91553">
      <w:rPr>
        <w:rFonts w:ascii="Arial" w:hAnsi="Arial" w:cs="Arial"/>
        <w:sz w:val="16"/>
        <w:szCs w:val="16"/>
      </w:rPr>
      <w:t>исправления и помарки</w:t>
    </w:r>
  </w:p>
  <w:p w14:paraId="467DFB8B" w14:textId="3A7DB1F5" w:rsidR="00B612C6" w:rsidRDefault="00B612C6" w:rsidP="00B612C6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</w:t>
    </w:r>
    <w:r w:rsidRPr="00D91553">
      <w:rPr>
        <w:rFonts w:ascii="Arial" w:hAnsi="Arial" w:cs="Arial"/>
        <w:sz w:val="16"/>
        <w:szCs w:val="16"/>
      </w:rPr>
      <w:t>2.Для требований Клиента на отзыв денежных средств в иностранной валюте</w:t>
    </w:r>
  </w:p>
  <w:p w14:paraId="0C30F819" w14:textId="0320D9A7" w:rsidR="00D91553" w:rsidRPr="00E73AE1" w:rsidRDefault="00D91553" w:rsidP="00D91553">
    <w:pPr>
      <w:pStyle w:val="100"/>
      <w:rPr>
        <w:rStyle w:val="afd"/>
      </w:rPr>
    </w:pPr>
    <w:r>
      <w:rPr>
        <w:sz w:val="16"/>
        <w:szCs w:val="16"/>
      </w:rPr>
      <w:t xml:space="preserve">    </w:t>
    </w:r>
    <w:r w:rsidR="00B612C6">
      <w:rPr>
        <w:sz w:val="16"/>
        <w:szCs w:val="16"/>
      </w:rPr>
      <w:t>3.</w:t>
    </w:r>
    <w:r w:rsidRPr="00D0779B">
      <w:rPr>
        <w:sz w:val="16"/>
        <w:szCs w:val="16"/>
      </w:rPr>
      <w:t xml:space="preserve">Налоговым резидентом РФ признаются: физические лица, фактически находящиеся в Российской Федерации не менее 183 календарных дней в течение 12 следующих подряд месяцев. Период нахождения физического лица в Российской Федерации не прерывается на периоды его выезда за пределы Российской Федерации для краткосрочного (менее шести месяцев) лечения или обучения; юридические лица, </w:t>
    </w:r>
    <w:r>
      <w:rPr>
        <w:sz w:val="16"/>
        <w:szCs w:val="16"/>
      </w:rPr>
      <w:t xml:space="preserve">зарегистрированного в Российской Федерации  </w:t>
    </w:r>
  </w:p>
  <w:p w14:paraId="51142089" w14:textId="77777777" w:rsidR="00D91553" w:rsidRPr="00D91553" w:rsidRDefault="00D91553">
    <w:pPr>
      <w:pStyle w:val="ac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7D640" w14:textId="77777777" w:rsidR="0013056E" w:rsidRDefault="0013056E">
      <w:r>
        <w:separator/>
      </w:r>
    </w:p>
  </w:footnote>
  <w:footnote w:type="continuationSeparator" w:id="0">
    <w:p w14:paraId="436168D2" w14:textId="77777777" w:rsidR="0013056E" w:rsidRDefault="00130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 w:numId="46" w16cid:durableId="891423689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3056E"/>
    <w:rsid w:val="00143808"/>
    <w:rsid w:val="00160174"/>
    <w:rsid w:val="00165C22"/>
    <w:rsid w:val="00196FA5"/>
    <w:rsid w:val="001A3577"/>
    <w:rsid w:val="001E00F5"/>
    <w:rsid w:val="001E0779"/>
    <w:rsid w:val="001E4AE1"/>
    <w:rsid w:val="001F64EC"/>
    <w:rsid w:val="00200928"/>
    <w:rsid w:val="0021383E"/>
    <w:rsid w:val="00225CCB"/>
    <w:rsid w:val="002311BD"/>
    <w:rsid w:val="00236192"/>
    <w:rsid w:val="00293685"/>
    <w:rsid w:val="00296E99"/>
    <w:rsid w:val="002B1050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110CD"/>
    <w:rsid w:val="00515FF0"/>
    <w:rsid w:val="00522CFB"/>
    <w:rsid w:val="00584CA6"/>
    <w:rsid w:val="00590472"/>
    <w:rsid w:val="00595FD1"/>
    <w:rsid w:val="005A17CE"/>
    <w:rsid w:val="005C02F6"/>
    <w:rsid w:val="005E0EB9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39F1"/>
    <w:rsid w:val="00735983"/>
    <w:rsid w:val="00757C24"/>
    <w:rsid w:val="00765477"/>
    <w:rsid w:val="0079684F"/>
    <w:rsid w:val="00796E28"/>
    <w:rsid w:val="007A38BC"/>
    <w:rsid w:val="007A3BA7"/>
    <w:rsid w:val="007B3984"/>
    <w:rsid w:val="007B760E"/>
    <w:rsid w:val="00821347"/>
    <w:rsid w:val="00822912"/>
    <w:rsid w:val="008258A0"/>
    <w:rsid w:val="00836140"/>
    <w:rsid w:val="00837B10"/>
    <w:rsid w:val="00837C48"/>
    <w:rsid w:val="00842847"/>
    <w:rsid w:val="0085028F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3FA1"/>
    <w:rsid w:val="00994CF2"/>
    <w:rsid w:val="009C45CA"/>
    <w:rsid w:val="009D7F8D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612C6"/>
    <w:rsid w:val="00BE08F3"/>
    <w:rsid w:val="00BE2B10"/>
    <w:rsid w:val="00C27117"/>
    <w:rsid w:val="00C31863"/>
    <w:rsid w:val="00C3790A"/>
    <w:rsid w:val="00C74B5A"/>
    <w:rsid w:val="00C773DF"/>
    <w:rsid w:val="00C83F87"/>
    <w:rsid w:val="00C853E8"/>
    <w:rsid w:val="00C92C2C"/>
    <w:rsid w:val="00CA63C9"/>
    <w:rsid w:val="00CE1779"/>
    <w:rsid w:val="00CE3DBD"/>
    <w:rsid w:val="00CF415D"/>
    <w:rsid w:val="00D1693D"/>
    <w:rsid w:val="00D270DE"/>
    <w:rsid w:val="00D5056C"/>
    <w:rsid w:val="00D5344C"/>
    <w:rsid w:val="00D91553"/>
    <w:rsid w:val="00DA3564"/>
    <w:rsid w:val="00DA7FFC"/>
    <w:rsid w:val="00DD1C6C"/>
    <w:rsid w:val="00DE4672"/>
    <w:rsid w:val="00E000C2"/>
    <w:rsid w:val="00E244BC"/>
    <w:rsid w:val="00E321B4"/>
    <w:rsid w:val="00E449EA"/>
    <w:rsid w:val="00E62CBD"/>
    <w:rsid w:val="00E73AE1"/>
    <w:rsid w:val="00E843D7"/>
    <w:rsid w:val="00E937CE"/>
    <w:rsid w:val="00EF2710"/>
    <w:rsid w:val="00EF4DD2"/>
    <w:rsid w:val="00F131CD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C68E5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uiPriority w:val="99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F131CD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F131CD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ID">
    <w:name w:val="ID"/>
    <w:rsid w:val="005110CD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70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6</cp:revision>
  <cp:lastPrinted>2023-04-18T16:29:00Z</cp:lastPrinted>
  <dcterms:created xsi:type="dcterms:W3CDTF">2023-07-31T12:08:00Z</dcterms:created>
  <dcterms:modified xsi:type="dcterms:W3CDTF">2024-10-17T14:09:00Z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